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E75E6C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EB7A3B" w:rsidRPr="00EB7A3B">
        <w:rPr>
          <w:rFonts w:eastAsia="Times New Roman" w:cs="Times New Roman"/>
          <w:b/>
          <w:lang w:eastAsia="cs-CZ"/>
        </w:rPr>
        <w:t>Nákup vysokozdvižného vozíku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EB7A3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EB7A3B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B7A3B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2024-03-19T13:03:00Z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